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A1" w:rsidRDefault="00F10BDB">
      <w:pPr>
        <w:pStyle w:val="Heading1"/>
        <w:tabs>
          <w:tab w:val="left" w:pos="565"/>
          <w:tab w:val="center" w:pos="4152"/>
        </w:tabs>
        <w:spacing w:before="0" w:line="240" w:lineRule="auto"/>
        <w:ind w:left="708" w:hanging="708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r>
        <w:tab/>
      </w:r>
      <w:r>
        <w:tab/>
      </w:r>
      <w:bookmarkStart w:id="1" w:name="_GoBack"/>
      <w:r w:rsidR="00B4468C">
        <w:rPr>
          <w:sz w:val="28"/>
        </w:rPr>
        <w:t>NAME SURNAME</w:t>
      </w:r>
      <w:r w:rsidR="00B4468C" w:rsidRPr="00D50DCD">
        <w:rPr>
          <w:sz w:val="28"/>
        </w:rPr>
        <w:t xml:space="preserve"> B1 week </w:t>
      </w:r>
      <w:r w:rsidR="00B4468C" w:rsidRPr="00F12448">
        <w:rPr>
          <w:sz w:val="28"/>
        </w:rPr>
        <w:t>0</w:t>
      </w:r>
      <w:r w:rsidR="00404238">
        <w:rPr>
          <w:sz w:val="28"/>
        </w:rPr>
        <w:t>4</w:t>
      </w:r>
      <w:r w:rsidR="00B4468C" w:rsidRPr="00F12448">
        <w:rPr>
          <w:sz w:val="28"/>
        </w:rPr>
        <w:t xml:space="preserve"> NEF p</w:t>
      </w:r>
      <w:r w:rsidR="00404238">
        <w:rPr>
          <w:sz w:val="28"/>
        </w:rPr>
        <w:t>65</w:t>
      </w:r>
      <w:r w:rsidR="00B4468C" w:rsidRPr="00F12448">
        <w:rPr>
          <w:sz w:val="28"/>
        </w:rPr>
        <w:t xml:space="preserve"> </w:t>
      </w:r>
      <w:r w:rsidR="00404238" w:rsidRPr="00F12448">
        <w:rPr>
          <w:sz w:val="28"/>
        </w:rPr>
        <w:t xml:space="preserve">DESCRIBE A </w:t>
      </w:r>
      <w:r w:rsidR="00404238">
        <w:rPr>
          <w:sz w:val="28"/>
        </w:rPr>
        <w:t>HOUSE</w:t>
      </w:r>
      <w:bookmarkEnd w:id="1"/>
    </w:p>
    <w:p w:rsidR="00E336DB" w:rsidRDefault="00C3568B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  <w:pPrChange w:id="2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r>
        <w:rPr>
          <w:vertAlign w:val="superscript"/>
        </w:rPr>
        <w:t xml:space="preserve">(COPY </w:t>
      </w:r>
      <w:r w:rsidRPr="00AB06DE">
        <w:rPr>
          <w:b w:val="0"/>
          <w:color w:val="000090"/>
          <w:vertAlign w:val="superscript"/>
        </w:rPr>
        <w:t>THE</w:t>
      </w:r>
      <w:r>
        <w:rPr>
          <w:vertAlign w:val="superscript"/>
        </w:rPr>
        <w:t xml:space="preserve"> TITLE ABOVE INTO</w:t>
      </w:r>
      <w:r w:rsidRPr="00BB43A1">
        <w:rPr>
          <w:vertAlign w:val="superscript"/>
        </w:rPr>
        <w:t xml:space="preserve"> the subject title of your email)</w:t>
      </w:r>
    </w:p>
    <w:tbl>
      <w:tblPr>
        <w:tblStyle w:val="TableGrid"/>
        <w:tblW w:w="0" w:type="auto"/>
        <w:tblInd w:w="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0"/>
      </w:tblGrid>
      <w:tr w:rsidR="00B4468C" w:rsidTr="00404238">
        <w:tc>
          <w:tcPr>
            <w:tcW w:w="7458" w:type="dxa"/>
          </w:tcPr>
          <w:p w:rsidR="00B4468C" w:rsidRDefault="00B4468C" w:rsidP="00B4468C">
            <w:r>
              <w:tab/>
            </w:r>
            <w:r w:rsidR="00404238">
              <w:rPr>
                <w:noProof/>
                <w:lang w:val="en-US" w:eastAsia="en-US"/>
              </w:rPr>
              <w:drawing>
                <wp:inline distT="0" distB="0" distL="0" distR="0" wp14:anchorId="530CC51D" wp14:editId="2BF2DA74">
                  <wp:extent cx="5272405" cy="1330960"/>
                  <wp:effectExtent l="0" t="0" r="1079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2405" cy="133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1A37" w:rsidRDefault="003C1A37" w:rsidP="00B4468C">
      <w:pPr>
        <w:jc w:val="center"/>
      </w:pPr>
      <w:r>
        <w:t>(150 words max.  Please check the word count before sending)</w:t>
      </w:r>
    </w:p>
    <w:p w:rsidR="00B4468C" w:rsidRPr="003C1A37" w:rsidRDefault="00B4468C" w:rsidP="00B4468C"/>
    <w:sectPr w:rsidR="00B4468C" w:rsidRPr="003C1A37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8C"/>
    <w:rsid w:val="00134F31"/>
    <w:rsid w:val="00196ABE"/>
    <w:rsid w:val="003C1A37"/>
    <w:rsid w:val="00404238"/>
    <w:rsid w:val="00470410"/>
    <w:rsid w:val="004B0281"/>
    <w:rsid w:val="004B33E9"/>
    <w:rsid w:val="004D1294"/>
    <w:rsid w:val="0071259B"/>
    <w:rsid w:val="00831AD4"/>
    <w:rsid w:val="00844BEE"/>
    <w:rsid w:val="00B17643"/>
    <w:rsid w:val="00B4468C"/>
    <w:rsid w:val="00BB43A1"/>
    <w:rsid w:val="00C057C9"/>
    <w:rsid w:val="00C3568B"/>
    <w:rsid w:val="00C413DC"/>
    <w:rsid w:val="00D827E3"/>
    <w:rsid w:val="00E336DB"/>
    <w:rsid w:val="00EA04A8"/>
    <w:rsid w:val="00F10BDB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eek%2012%20EOI%202009-Uni%20grant:%20%20Your%20Name%20Surname%20Week%2012%20B1%20EOI%202009-Uni%20gra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  Your Name Surname Week 12 B1 EOI 2009-Uni grant.dot</Template>
  <TotalTime>1</TotalTime>
  <Pages>1</Pages>
  <Words>26</Words>
  <Characters>151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12 B1 EOI 2009-Uni grant</vt:lpstr>
      <vt:lpstr>(COPY THE TITLE ABOVE INTO the subject title of your email)</vt:lpstr>
    </vt:vector>
  </TitlesOfParts>
  <Company>goldsmiths college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2</cp:revision>
  <cp:lastPrinted>2014-10-16T21:36:00Z</cp:lastPrinted>
  <dcterms:created xsi:type="dcterms:W3CDTF">2014-12-06T08:14:00Z</dcterms:created>
  <dcterms:modified xsi:type="dcterms:W3CDTF">2014-12-06T08:14:00Z</dcterms:modified>
</cp:coreProperties>
</file>